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59B80" w14:textId="76F99225" w:rsidR="00515CC0" w:rsidRPr="00B2081E" w:rsidRDefault="00555574">
      <w:pPr>
        <w:rPr>
          <w:b/>
          <w:sz w:val="28"/>
          <w:szCs w:val="28"/>
        </w:rPr>
      </w:pPr>
      <w:r>
        <w:rPr>
          <w:b/>
          <w:sz w:val="28"/>
          <w:szCs w:val="28"/>
        </w:rPr>
        <w:t>SAE</w:t>
      </w:r>
      <w:r w:rsidR="00B2081E" w:rsidRPr="00B2081E">
        <w:rPr>
          <w:b/>
          <w:sz w:val="28"/>
          <w:szCs w:val="28"/>
        </w:rPr>
        <w:t xml:space="preserve"> - Novelty Architecture - </w:t>
      </w:r>
      <w:r w:rsidR="00353310" w:rsidRPr="00B2081E">
        <w:rPr>
          <w:b/>
          <w:sz w:val="28"/>
          <w:szCs w:val="28"/>
        </w:rPr>
        <w:t>Studio Application</w:t>
      </w:r>
    </w:p>
    <w:p w14:paraId="5D8B5551" w14:textId="77777777" w:rsidR="00353310" w:rsidRDefault="00353310"/>
    <w:p w14:paraId="4554D9C5" w14:textId="77777777" w:rsidR="00842CFC" w:rsidRDefault="003533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4032B" wp14:editId="451A43AA">
                <wp:simplePos x="0" y="0"/>
                <wp:positionH relativeFrom="column">
                  <wp:posOffset>-742315</wp:posOffset>
                </wp:positionH>
                <wp:positionV relativeFrom="paragraph">
                  <wp:posOffset>364490</wp:posOffset>
                </wp:positionV>
                <wp:extent cx="6915150" cy="53167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5316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2969E4" w14:paraId="00BAF3FE" w14:textId="77777777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14:paraId="5D1E59B3" w14:textId="77777777" w:rsidR="002969E4" w:rsidRDefault="002969E4" w:rsidP="00842CF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70640649" w14:textId="77777777" w:rsidR="002969E4" w:rsidRPr="007B7DE0" w:rsidRDefault="002969E4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48520BB1" w14:textId="77777777" w:rsidR="002969E4" w:rsidRPr="0074205B" w:rsidRDefault="002969E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E9751CE" w14:textId="77777777" w:rsidR="002969E4" w:rsidRPr="0074205B" w:rsidRDefault="002969E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5E2A10C5" w14:textId="77777777" w:rsidR="002969E4" w:rsidRPr="0074205B" w:rsidRDefault="002969E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ED2339B" w14:textId="77777777" w:rsidR="002969E4" w:rsidRPr="0074205B" w:rsidRDefault="002969E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31127336" w14:textId="77777777" w:rsidR="002969E4" w:rsidRPr="0074205B" w:rsidRDefault="002969E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BDAB769" w14:textId="77777777" w:rsidR="002969E4" w:rsidRPr="0074205B" w:rsidRDefault="002969E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2969E4" w14:paraId="6B3D7CE6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14:paraId="1F2EF745" w14:textId="77777777" w:rsidR="002969E4" w:rsidRPr="0074205B" w:rsidRDefault="002969E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14:paraId="67D0DB0C" w14:textId="77777777" w:rsidR="002969E4" w:rsidRPr="0074205B" w:rsidRDefault="002969E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52703D8D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6F638D1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1EEE87AA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FD74126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FEB3814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DD338F9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969E4" w14:paraId="42244671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14:paraId="30ED7898" w14:textId="77777777" w:rsidR="002969E4" w:rsidRPr="0074205B" w:rsidRDefault="002969E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1382E92" w14:textId="77777777" w:rsidR="002969E4" w:rsidRPr="0074205B" w:rsidRDefault="002969E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14:paraId="035F583B" w14:textId="77777777" w:rsidR="002969E4" w:rsidRPr="0074205B" w:rsidRDefault="002969E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14:paraId="7BC883F4" w14:textId="77777777" w:rsidR="002969E4" w:rsidRPr="0074205B" w:rsidRDefault="002969E4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567B3481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F9A2549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679534FD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21EB516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F15EB67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6F4A32A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969E4" w14:paraId="19958F86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14:paraId="04AF4222" w14:textId="77777777" w:rsidR="002969E4" w:rsidRPr="0074205B" w:rsidRDefault="002969E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288C71A" w14:textId="77777777" w:rsidR="002969E4" w:rsidRPr="0074205B" w:rsidRDefault="002969E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14:paraId="644B057D" w14:textId="77777777" w:rsidR="002969E4" w:rsidRPr="0074205B" w:rsidRDefault="002969E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14:paraId="2D1E6C78" w14:textId="77777777" w:rsidR="002969E4" w:rsidRPr="0074205B" w:rsidRDefault="002969E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3340C31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EC46A0C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50253BAE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F6F7394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1B1C7CA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C4A4DC1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969E4" w14:paraId="37DE879F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14:paraId="19AFDA2E" w14:textId="77777777" w:rsidR="002969E4" w:rsidRPr="0074205B" w:rsidRDefault="002969E4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14:paraId="0A51C9AA" w14:textId="77777777" w:rsidR="002969E4" w:rsidRPr="0074205B" w:rsidRDefault="002969E4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EB24603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834D754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3E357D45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5138C0C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9F062E0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60E2643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2969E4" w14:paraId="2387B743" w14:textId="77777777" w:rsidTr="00842CFC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14:paraId="6F05A9D6" w14:textId="77777777" w:rsidR="002969E4" w:rsidRPr="0074205B" w:rsidRDefault="002969E4" w:rsidP="00842CFC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14:paraId="47517718" w14:textId="77777777" w:rsidR="002969E4" w:rsidRPr="0074205B" w:rsidRDefault="002969E4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B52B368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EB94E88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3606A8A0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87FC736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90A283A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5B60918" w14:textId="77777777" w:rsidR="002969E4" w:rsidRDefault="002969E4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288E3B24" w14:textId="77777777" w:rsidR="002969E4" w:rsidRDefault="002969E4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8.7pt;width:544.5pt;height:4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2969E4" w14:paraId="00BAF3FE" w14:textId="77777777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14:paraId="5D1E59B3" w14:textId="77777777" w:rsidR="002969E4" w:rsidRDefault="002969E4" w:rsidP="00842CFC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70640649" w14:textId="77777777" w:rsidR="002969E4" w:rsidRPr="007B7DE0" w:rsidRDefault="002969E4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48520BB1" w14:textId="77777777" w:rsidR="002969E4" w:rsidRPr="0074205B" w:rsidRDefault="002969E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E9751CE" w14:textId="77777777" w:rsidR="002969E4" w:rsidRPr="0074205B" w:rsidRDefault="002969E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5E2A10C5" w14:textId="77777777" w:rsidR="002969E4" w:rsidRPr="0074205B" w:rsidRDefault="002969E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ED2339B" w14:textId="77777777" w:rsidR="002969E4" w:rsidRPr="0074205B" w:rsidRDefault="002969E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31127336" w14:textId="77777777" w:rsidR="002969E4" w:rsidRPr="0074205B" w:rsidRDefault="002969E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BDAB769" w14:textId="77777777" w:rsidR="002969E4" w:rsidRPr="0074205B" w:rsidRDefault="002969E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2969E4" w14:paraId="6B3D7CE6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14:paraId="1F2EF745" w14:textId="77777777" w:rsidR="002969E4" w:rsidRPr="0074205B" w:rsidRDefault="002969E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14:paraId="67D0DB0C" w14:textId="77777777" w:rsidR="002969E4" w:rsidRPr="0074205B" w:rsidRDefault="002969E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52703D8D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6F638D1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1EEE87AA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FD74126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FEB3814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DD338F9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969E4" w14:paraId="42244671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14:paraId="30ED7898" w14:textId="77777777" w:rsidR="002969E4" w:rsidRPr="0074205B" w:rsidRDefault="002969E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1382E92" w14:textId="77777777" w:rsidR="002969E4" w:rsidRPr="0074205B" w:rsidRDefault="002969E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14:paraId="035F583B" w14:textId="77777777" w:rsidR="002969E4" w:rsidRPr="0074205B" w:rsidRDefault="002969E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14:paraId="7BC883F4" w14:textId="77777777" w:rsidR="002969E4" w:rsidRPr="0074205B" w:rsidRDefault="002969E4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567B3481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F9A2549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679534FD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21EB516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F15EB67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6F4A32A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969E4" w14:paraId="19958F86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14:paraId="04AF4222" w14:textId="77777777" w:rsidR="002969E4" w:rsidRPr="0074205B" w:rsidRDefault="002969E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288C71A" w14:textId="77777777" w:rsidR="002969E4" w:rsidRPr="0074205B" w:rsidRDefault="002969E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14:paraId="644B057D" w14:textId="77777777" w:rsidR="002969E4" w:rsidRPr="0074205B" w:rsidRDefault="002969E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14:paraId="2D1E6C78" w14:textId="77777777" w:rsidR="002969E4" w:rsidRPr="0074205B" w:rsidRDefault="002969E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3340C31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EC46A0C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50253BAE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F6F7394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1B1C7CA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C4A4DC1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969E4" w14:paraId="37DE879F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14:paraId="19AFDA2E" w14:textId="77777777" w:rsidR="002969E4" w:rsidRPr="0074205B" w:rsidRDefault="002969E4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14:paraId="0A51C9AA" w14:textId="77777777" w:rsidR="002969E4" w:rsidRPr="0074205B" w:rsidRDefault="002969E4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EB24603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834D754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3E357D45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5138C0C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9F062E0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60E2643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2969E4" w14:paraId="2387B743" w14:textId="77777777" w:rsidTr="00842CFC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14:paraId="6F05A9D6" w14:textId="77777777" w:rsidR="002969E4" w:rsidRPr="0074205B" w:rsidRDefault="002969E4" w:rsidP="00842CFC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14:paraId="47517718" w14:textId="77777777" w:rsidR="002969E4" w:rsidRPr="0074205B" w:rsidRDefault="002969E4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B52B368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EB94E88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3606A8A0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87FC736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90A283A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5B60918" w14:textId="77777777" w:rsidR="002969E4" w:rsidRDefault="002969E4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288E3B24" w14:textId="77777777" w:rsidR="002969E4" w:rsidRDefault="002969E4" w:rsidP="00353310"/>
                  </w:txbxContent>
                </v:textbox>
              </v:shape>
            </w:pict>
          </mc:Fallback>
        </mc:AlternateContent>
      </w:r>
      <w:r>
        <w:t>Below is the assessment rubric for this part of the project.</w:t>
      </w:r>
    </w:p>
    <w:p w14:paraId="63333022" w14:textId="77777777" w:rsidR="00842CFC" w:rsidRPr="00842CFC" w:rsidRDefault="00842CFC" w:rsidP="00842CFC"/>
    <w:p w14:paraId="3DCA72D3" w14:textId="77777777" w:rsidR="00842CFC" w:rsidRPr="00842CFC" w:rsidRDefault="00842CFC" w:rsidP="00842CFC"/>
    <w:p w14:paraId="1AA3E6C4" w14:textId="77777777" w:rsidR="00842CFC" w:rsidRPr="00842CFC" w:rsidRDefault="00842CFC" w:rsidP="00842CFC"/>
    <w:p w14:paraId="1CD8A614" w14:textId="77777777" w:rsidR="00842CFC" w:rsidRPr="00842CFC" w:rsidRDefault="00842CFC" w:rsidP="00842CFC"/>
    <w:p w14:paraId="3E67FB92" w14:textId="77777777" w:rsidR="00842CFC" w:rsidRPr="00842CFC" w:rsidRDefault="00842CFC" w:rsidP="00842CFC"/>
    <w:p w14:paraId="362AF39F" w14:textId="77777777" w:rsidR="00842CFC" w:rsidRPr="00842CFC" w:rsidRDefault="00842CFC" w:rsidP="00842CFC"/>
    <w:p w14:paraId="28D0DD99" w14:textId="77777777" w:rsidR="00842CFC" w:rsidRPr="00842CFC" w:rsidRDefault="00842CFC" w:rsidP="00842CFC"/>
    <w:p w14:paraId="6FD21151" w14:textId="77777777" w:rsidR="00842CFC" w:rsidRPr="00842CFC" w:rsidRDefault="00842CFC" w:rsidP="00842CFC"/>
    <w:p w14:paraId="68EF4F5A" w14:textId="77777777" w:rsidR="00842CFC" w:rsidRPr="00842CFC" w:rsidRDefault="00842CFC" w:rsidP="00842CFC"/>
    <w:p w14:paraId="3FC42482" w14:textId="77777777" w:rsidR="00842CFC" w:rsidRPr="00842CFC" w:rsidRDefault="00842CFC" w:rsidP="00842CFC"/>
    <w:p w14:paraId="62B96FE2" w14:textId="77777777" w:rsidR="00842CFC" w:rsidRPr="00842CFC" w:rsidRDefault="00842CFC" w:rsidP="00842CFC"/>
    <w:p w14:paraId="7F061713" w14:textId="77777777" w:rsidR="00842CFC" w:rsidRPr="00842CFC" w:rsidRDefault="00842CFC" w:rsidP="00842CFC"/>
    <w:p w14:paraId="27B03C46" w14:textId="77777777" w:rsidR="00842CFC" w:rsidRPr="00842CFC" w:rsidRDefault="00842CFC" w:rsidP="00842CFC"/>
    <w:p w14:paraId="2F051363" w14:textId="77777777" w:rsidR="00842CFC" w:rsidRPr="00842CFC" w:rsidRDefault="00842CFC" w:rsidP="00842CFC"/>
    <w:p w14:paraId="70C57B27" w14:textId="77777777" w:rsidR="00842CFC" w:rsidRPr="00842CFC" w:rsidRDefault="00842CFC" w:rsidP="00842CFC"/>
    <w:p w14:paraId="63127E3A" w14:textId="77777777" w:rsidR="00842CFC" w:rsidRPr="00842CFC" w:rsidRDefault="00842CFC" w:rsidP="00842CFC"/>
    <w:p w14:paraId="57816909" w14:textId="77777777" w:rsidR="00842CFC" w:rsidRPr="00842CFC" w:rsidRDefault="00842CFC" w:rsidP="00842CFC"/>
    <w:p w14:paraId="1AA762AD" w14:textId="77777777" w:rsidR="00842CFC" w:rsidRPr="00842CFC" w:rsidRDefault="00842CFC" w:rsidP="00842CFC"/>
    <w:p w14:paraId="2281499C" w14:textId="77777777" w:rsidR="00842CFC" w:rsidRPr="00842CFC" w:rsidRDefault="00842CFC" w:rsidP="00842CFC"/>
    <w:p w14:paraId="54F1B971" w14:textId="77777777" w:rsidR="00842CFC" w:rsidRPr="00842CFC" w:rsidRDefault="00842CFC" w:rsidP="00842CFC"/>
    <w:p w14:paraId="586400BC" w14:textId="77777777" w:rsidR="00842CFC" w:rsidRPr="00842CFC" w:rsidRDefault="00842CFC" w:rsidP="00842CFC"/>
    <w:p w14:paraId="0F7D2097" w14:textId="77777777" w:rsidR="00842CFC" w:rsidRPr="00842CFC" w:rsidRDefault="00842CFC" w:rsidP="00842CFC"/>
    <w:p w14:paraId="4E57F0BC" w14:textId="77777777" w:rsidR="00842CFC" w:rsidRPr="00842CFC" w:rsidRDefault="00842CFC" w:rsidP="00842CFC"/>
    <w:p w14:paraId="1EBB38C3" w14:textId="77777777" w:rsidR="00842CFC" w:rsidRPr="00842CFC" w:rsidRDefault="00842CFC" w:rsidP="00842CFC"/>
    <w:p w14:paraId="0F7D49DD" w14:textId="77777777" w:rsidR="00842CFC" w:rsidRPr="00842CFC" w:rsidRDefault="00842CFC" w:rsidP="00842CFC"/>
    <w:p w14:paraId="54875F87" w14:textId="77777777" w:rsidR="00842CFC" w:rsidRPr="00842CFC" w:rsidRDefault="00842CFC" w:rsidP="00842CFC"/>
    <w:p w14:paraId="68689961" w14:textId="77777777" w:rsidR="00842CFC" w:rsidRPr="00842CFC" w:rsidRDefault="00842CFC" w:rsidP="00842CFC"/>
    <w:p w14:paraId="0FD10831" w14:textId="77777777" w:rsidR="00842CFC" w:rsidRPr="00842CFC" w:rsidRDefault="00842CFC" w:rsidP="00842CFC"/>
    <w:p w14:paraId="6133ED21" w14:textId="77777777" w:rsidR="00842CFC" w:rsidRPr="00842CFC" w:rsidRDefault="00842CFC" w:rsidP="00842CFC"/>
    <w:p w14:paraId="201D0712" w14:textId="77777777" w:rsidR="00842CFC" w:rsidRPr="00842CFC" w:rsidRDefault="00842CFC" w:rsidP="00842CFC"/>
    <w:p w14:paraId="14A50F97" w14:textId="77777777" w:rsidR="00842CFC" w:rsidRPr="00842CFC" w:rsidRDefault="00842CFC" w:rsidP="00842CFC"/>
    <w:p w14:paraId="1B53C35D" w14:textId="77777777" w:rsidR="00842CFC" w:rsidRPr="00842CFC" w:rsidRDefault="00842CFC" w:rsidP="00842CFC"/>
    <w:p w14:paraId="777A8067" w14:textId="77777777" w:rsidR="00842CFC" w:rsidRPr="00842CFC" w:rsidRDefault="00842CFC" w:rsidP="00842CFC"/>
    <w:p w14:paraId="319CE368" w14:textId="77777777" w:rsidR="00842CFC" w:rsidRPr="00842CFC" w:rsidRDefault="00842CFC" w:rsidP="00842CFC"/>
    <w:p w14:paraId="6ACCED83" w14:textId="77777777" w:rsidR="00842CFC" w:rsidRPr="00842CFC" w:rsidRDefault="00842CFC" w:rsidP="00842CFC"/>
    <w:p w14:paraId="52C0A789" w14:textId="77777777" w:rsidR="00B2081E" w:rsidRPr="00E92600" w:rsidRDefault="00B2081E" w:rsidP="00B2081E">
      <w:pPr>
        <w:rPr>
          <w:b/>
        </w:rPr>
      </w:pPr>
      <w:r w:rsidRPr="00E92600">
        <w:rPr>
          <w:b/>
        </w:rPr>
        <w:t>Objective: to design the façade of a building that will be erected in your honor after your death.  You must use the Novelty Architecture style.</w:t>
      </w:r>
    </w:p>
    <w:p w14:paraId="43E810CE" w14:textId="77777777" w:rsidR="00B2081E" w:rsidRDefault="00B2081E" w:rsidP="00B2081E"/>
    <w:p w14:paraId="38D9871A" w14:textId="77777777" w:rsidR="00B2081E" w:rsidRDefault="00B2081E" w:rsidP="00B2081E"/>
    <w:p w14:paraId="0C20C93D" w14:textId="77777777" w:rsidR="00B2081E" w:rsidRDefault="00B2081E" w:rsidP="00B2081E">
      <w:r w:rsidRPr="002969E4">
        <w:rPr>
          <w:highlight w:val="cyan"/>
        </w:rPr>
        <w:t>Step 1</w:t>
      </w:r>
      <w:r>
        <w:t xml:space="preserve"> – In your workbook make at least 10 thumbnail sketches for your building façade.</w:t>
      </w:r>
    </w:p>
    <w:p w14:paraId="60D4E600" w14:textId="77777777" w:rsidR="00B2081E" w:rsidRDefault="00B2081E" w:rsidP="00B2081E"/>
    <w:p w14:paraId="62887AB8" w14:textId="77777777" w:rsidR="00B2081E" w:rsidRDefault="00B2081E" w:rsidP="00B2081E">
      <w:r w:rsidRPr="002969E4">
        <w:rPr>
          <w:highlight w:val="cyan"/>
        </w:rPr>
        <w:t>Step 2</w:t>
      </w:r>
      <w:r>
        <w:t xml:space="preserve"> – Make at least 3 versions of your final idea in larger sketches.</w:t>
      </w:r>
    </w:p>
    <w:p w14:paraId="28D8D430" w14:textId="77777777" w:rsidR="00B2081E" w:rsidRDefault="00B2081E" w:rsidP="00B2081E"/>
    <w:p w14:paraId="21510C22" w14:textId="77777777" w:rsidR="00B2081E" w:rsidRDefault="00B2081E" w:rsidP="00B2081E">
      <w:r>
        <w:t xml:space="preserve">Step 3 – Make a small </w:t>
      </w:r>
      <w:proofErr w:type="spellStart"/>
      <w:r>
        <w:t>maquette</w:t>
      </w:r>
      <w:proofErr w:type="spellEnd"/>
      <w:r>
        <w:t xml:space="preserve"> (no larger than 8” X 12”) of your idea</w:t>
      </w:r>
    </w:p>
    <w:p w14:paraId="3D4B2DE6" w14:textId="77777777" w:rsidR="00B2081E" w:rsidRDefault="00B2081E" w:rsidP="00B2081E"/>
    <w:p w14:paraId="082C9737" w14:textId="77777777" w:rsidR="00B2081E" w:rsidRDefault="00B2081E" w:rsidP="00B2081E">
      <w:r>
        <w:t>Step 4- Make your final version (it should be at least 12 inches in its smallest dimension)</w:t>
      </w:r>
      <w:bookmarkStart w:id="0" w:name="_GoBack"/>
      <w:bookmarkEnd w:id="0"/>
    </w:p>
    <w:sectPr w:rsidR="00B2081E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81E"/>
    <w:rsid w:val="0003594C"/>
    <w:rsid w:val="00151531"/>
    <w:rsid w:val="002969E4"/>
    <w:rsid w:val="00353310"/>
    <w:rsid w:val="005123BC"/>
    <w:rsid w:val="00515CC0"/>
    <w:rsid w:val="00555574"/>
    <w:rsid w:val="00640CE5"/>
    <w:rsid w:val="007A59A2"/>
    <w:rsid w:val="007B7DE0"/>
    <w:rsid w:val="00842CFC"/>
    <w:rsid w:val="00882B10"/>
    <w:rsid w:val="00B2081E"/>
    <w:rsid w:val="00D94EC4"/>
    <w:rsid w:val="00E8431F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F1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EFCDC6-C596-BE4B-8F54-8389827FA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2</TotalTime>
  <Pages>1</Pages>
  <Words>92</Words>
  <Characters>527</Characters>
  <Application>Microsoft Macintosh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cp:lastPrinted>2012-09-24T01:42:00Z</cp:lastPrinted>
  <dcterms:created xsi:type="dcterms:W3CDTF">2015-04-27T02:49:00Z</dcterms:created>
  <dcterms:modified xsi:type="dcterms:W3CDTF">2015-04-27T02:49:00Z</dcterms:modified>
</cp:coreProperties>
</file>